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45" w:rsidRPr="00795E8B" w:rsidRDefault="000A2B45" w:rsidP="000528E4">
      <w:pPr>
        <w:rPr>
          <w:rFonts w:ascii="Arial" w:hAnsi="Arial" w:cs="Arial"/>
          <w:color w:val="000000"/>
          <w:sz w:val="4"/>
          <w:szCs w:val="4"/>
        </w:rPr>
      </w:pPr>
    </w:p>
    <w:p w:rsidR="000528E4" w:rsidRPr="00A32415" w:rsidRDefault="000528E4" w:rsidP="000528E4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jc w:val="center"/>
        <w:tblInd w:w="-44" w:type="dxa"/>
        <w:tblLook w:val="01E0" w:firstRow="1" w:lastRow="1" w:firstColumn="1" w:lastColumn="1" w:noHBand="0" w:noVBand="0"/>
      </w:tblPr>
      <w:tblGrid>
        <w:gridCol w:w="9256"/>
      </w:tblGrid>
      <w:tr w:rsidR="00A32415" w:rsidRPr="00A32415" w:rsidTr="008328F9">
        <w:trPr>
          <w:jc w:val="center"/>
        </w:trPr>
        <w:tc>
          <w:tcPr>
            <w:tcW w:w="9256" w:type="dxa"/>
            <w:shd w:val="clear" w:color="auto" w:fill="E0E0E0"/>
          </w:tcPr>
          <w:p w:rsidR="00A32415" w:rsidRPr="008328F9" w:rsidRDefault="003C7133" w:rsidP="003C71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Erklärung zu Unteraufträge</w:t>
            </w:r>
            <w:r w:rsidR="002F2D1B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 xml:space="preserve"> / </w:t>
            </w:r>
            <w:r w:rsidR="003F4347">
              <w:rPr>
                <w:rFonts w:ascii="Arial" w:hAnsi="Arial" w:cs="Arial"/>
                <w:b/>
              </w:rPr>
              <w:t xml:space="preserve"> Eignungsleihe</w:t>
            </w:r>
          </w:p>
        </w:tc>
      </w:tr>
    </w:tbl>
    <w:p w:rsidR="000528E4" w:rsidRPr="00A33CD6" w:rsidRDefault="000528E4" w:rsidP="000528E4">
      <w:pPr>
        <w:rPr>
          <w:rFonts w:ascii="Arial" w:hAnsi="Arial" w:cs="Arial"/>
          <w:b/>
          <w:sz w:val="16"/>
          <w:szCs w:val="16"/>
          <w:u w:val="single"/>
        </w:rPr>
      </w:pPr>
    </w:p>
    <w:p w:rsidR="008328F9" w:rsidRPr="00795E8B" w:rsidRDefault="00A33CD6" w:rsidP="008328F9">
      <w:pPr>
        <w:ind w:left="284" w:hanging="284"/>
        <w:rPr>
          <w:rFonts w:ascii="Arial" w:hAnsi="Arial" w:cs="Arial"/>
          <w:sz w:val="10"/>
          <w:szCs w:val="10"/>
        </w:rPr>
      </w:pPr>
      <w:r w:rsidRPr="00B46B0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6B06">
        <w:rPr>
          <w:rFonts w:ascii="Arial" w:hAnsi="Arial" w:cs="Arial"/>
          <w:sz w:val="20"/>
          <w:szCs w:val="20"/>
        </w:rPr>
        <w:instrText xml:space="preserve"> FORMCHECKBOX </w:instrText>
      </w:r>
      <w:r w:rsidR="00BB5A0F">
        <w:rPr>
          <w:rFonts w:ascii="Arial" w:hAnsi="Arial" w:cs="Arial"/>
          <w:sz w:val="20"/>
          <w:szCs w:val="20"/>
        </w:rPr>
      </w:r>
      <w:r w:rsidR="00BB5A0F">
        <w:rPr>
          <w:rFonts w:ascii="Arial" w:hAnsi="Arial" w:cs="Arial"/>
          <w:sz w:val="20"/>
          <w:szCs w:val="20"/>
        </w:rPr>
        <w:fldChar w:fldCharType="separate"/>
      </w:r>
      <w:r w:rsidRPr="00B46B06">
        <w:rPr>
          <w:rFonts w:ascii="Arial" w:hAnsi="Arial" w:cs="Arial"/>
          <w:sz w:val="20"/>
          <w:szCs w:val="20"/>
        </w:rPr>
        <w:fldChar w:fldCharType="end"/>
      </w:r>
      <w:r w:rsidR="008328F9" w:rsidRPr="008328F9">
        <w:rPr>
          <w:rFonts w:ascii="Arial" w:hAnsi="Arial" w:cs="Arial"/>
          <w:sz w:val="20"/>
          <w:szCs w:val="20"/>
        </w:rPr>
        <w:tab/>
      </w:r>
      <w:r w:rsidR="00592272" w:rsidRPr="00592272">
        <w:rPr>
          <w:rFonts w:ascii="Arial" w:hAnsi="Arial" w:cs="Arial"/>
          <w:sz w:val="20"/>
          <w:szCs w:val="20"/>
        </w:rPr>
        <w:t>Ich/wir beabsichtige(n), Teile des Auftrags an Unterauftragnehmer (§ 26 UVgO) zu vergeben:</w:t>
      </w:r>
      <w:r w:rsidR="008328F9">
        <w:rPr>
          <w:rFonts w:ascii="Arial" w:hAnsi="Arial" w:cs="Arial"/>
          <w:sz w:val="20"/>
          <w:szCs w:val="20"/>
        </w:rPr>
        <w:br/>
      </w:r>
    </w:p>
    <w:tbl>
      <w:tblPr>
        <w:tblStyle w:val="Tabellenraster"/>
        <w:tblW w:w="8930" w:type="dxa"/>
        <w:tblInd w:w="392" w:type="dxa"/>
        <w:tblLook w:val="04A0" w:firstRow="1" w:lastRow="0" w:firstColumn="1" w:lastColumn="0" w:noHBand="0" w:noVBand="1"/>
      </w:tblPr>
      <w:tblGrid>
        <w:gridCol w:w="5670"/>
        <w:gridCol w:w="3260"/>
      </w:tblGrid>
      <w:tr w:rsidR="008328F9" w:rsidRPr="008328F9" w:rsidTr="000D0679">
        <w:tc>
          <w:tcPr>
            <w:tcW w:w="5670" w:type="dxa"/>
          </w:tcPr>
          <w:p w:rsidR="008328F9" w:rsidRPr="008328F9" w:rsidRDefault="00592272" w:rsidP="00925EB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Unterauftragnehmer</w:t>
            </w:r>
          </w:p>
          <w:p w:rsidR="008328F9" w:rsidRPr="008328F9" w:rsidRDefault="008328F9" w:rsidP="008328F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328F9">
              <w:rPr>
                <w:rFonts w:ascii="Arial" w:hAnsi="Arial" w:cs="Arial"/>
                <w:b/>
                <w:sz w:val="16"/>
                <w:szCs w:val="16"/>
              </w:rPr>
              <w:t xml:space="preserve">(Firmenname, </w:t>
            </w:r>
            <w:r>
              <w:rPr>
                <w:rFonts w:ascii="Arial" w:hAnsi="Arial" w:cs="Arial"/>
                <w:b/>
                <w:sz w:val="16"/>
                <w:szCs w:val="16"/>
              </w:rPr>
              <w:t>Anschrift</w:t>
            </w:r>
            <w:r w:rsidRPr="008328F9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260" w:type="dxa"/>
          </w:tcPr>
          <w:p w:rsidR="008328F9" w:rsidRPr="008328F9" w:rsidRDefault="008328F9" w:rsidP="00925EB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328F9">
              <w:rPr>
                <w:rFonts w:ascii="Arial" w:hAnsi="Arial" w:cs="Arial"/>
                <w:b/>
                <w:sz w:val="16"/>
                <w:szCs w:val="16"/>
              </w:rPr>
              <w:t>Angabe der übernommenen Auftragsteile/des Leistungsbereiches</w:t>
            </w:r>
          </w:p>
        </w:tc>
      </w:tr>
      <w:tr w:rsidR="008328F9" w:rsidRPr="008328F9" w:rsidTr="000D0679">
        <w:tc>
          <w:tcPr>
            <w:tcW w:w="5670" w:type="dxa"/>
          </w:tcPr>
          <w:p w:rsidR="008328F9" w:rsidRDefault="008328F9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328F9" w:rsidRPr="008328F9" w:rsidRDefault="008328F9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328F9" w:rsidRPr="008328F9" w:rsidRDefault="00A33CD6" w:rsidP="00925EB2">
            <w:pPr>
              <w:rPr>
                <w:rFonts w:ascii="Arial" w:hAnsi="Arial" w:cs="Arial"/>
              </w:rPr>
            </w:pPr>
            <w:r w:rsidRPr="00B46B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B0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5A0F">
              <w:rPr>
                <w:rFonts w:ascii="Arial" w:hAnsi="Arial" w:cs="Arial"/>
                <w:sz w:val="20"/>
                <w:szCs w:val="20"/>
              </w:rPr>
            </w:r>
            <w:r w:rsidR="00BB5A0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B06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28F9" w:rsidRPr="008328F9">
              <w:rPr>
                <w:rFonts w:ascii="Arial" w:hAnsi="Arial" w:cs="Arial"/>
                <w:color w:val="000000"/>
                <w:sz w:val="16"/>
                <w:szCs w:val="16"/>
              </w:rPr>
              <w:t xml:space="preserve">Das vorgesehene Unternehmen kann zum jetzigen Zeitpunkt namentlich noch nicht benannt werden. Die Benennung erfolgt jedoch spätestens </w:t>
            </w:r>
            <w:r w:rsidR="008328F9" w:rsidRPr="00832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vor</w:t>
            </w:r>
            <w:r w:rsidR="008328F9" w:rsidRPr="008328F9">
              <w:rPr>
                <w:rFonts w:ascii="Arial" w:hAnsi="Arial" w:cs="Arial"/>
                <w:color w:val="000000"/>
                <w:sz w:val="16"/>
                <w:szCs w:val="16"/>
              </w:rPr>
              <w:t xml:space="preserve"> Zuschlagserteilung</w:t>
            </w:r>
            <w:r w:rsidR="008328F9" w:rsidRPr="00832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8328F9" w:rsidRPr="008328F9" w:rsidRDefault="008328F9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328F9" w:rsidRPr="008328F9" w:rsidRDefault="008328F9" w:rsidP="00925EB2">
            <w:pPr>
              <w:rPr>
                <w:rFonts w:ascii="Arial" w:hAnsi="Arial" w:cs="Arial"/>
              </w:rPr>
            </w:pPr>
          </w:p>
        </w:tc>
      </w:tr>
      <w:tr w:rsidR="008328F9" w:rsidRPr="008328F9" w:rsidTr="000D0679">
        <w:tc>
          <w:tcPr>
            <w:tcW w:w="5670" w:type="dxa"/>
          </w:tcPr>
          <w:p w:rsidR="008328F9" w:rsidRDefault="008328F9" w:rsidP="00925E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925E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925E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328F9" w:rsidRPr="008328F9" w:rsidRDefault="008328F9" w:rsidP="00925E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328F9" w:rsidRPr="008328F9" w:rsidRDefault="00A33CD6" w:rsidP="00925EB2">
            <w:pPr>
              <w:rPr>
                <w:rFonts w:ascii="Arial" w:hAnsi="Arial" w:cs="Arial"/>
              </w:rPr>
            </w:pPr>
            <w:r w:rsidRPr="00B46B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B0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5A0F">
              <w:rPr>
                <w:rFonts w:ascii="Arial" w:hAnsi="Arial" w:cs="Arial"/>
                <w:sz w:val="20"/>
                <w:szCs w:val="20"/>
              </w:rPr>
            </w:r>
            <w:r w:rsidR="00BB5A0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B06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28F9" w:rsidRPr="008328F9">
              <w:rPr>
                <w:rFonts w:ascii="Arial" w:hAnsi="Arial" w:cs="Arial"/>
                <w:color w:val="000000"/>
                <w:sz w:val="16"/>
                <w:szCs w:val="16"/>
              </w:rPr>
              <w:t xml:space="preserve">Das vorgesehene Unternehmen kann zum jetzigen Zeitpunkt namentlich noch nicht benannt werden. Die Benennung erfolgt jedoch spätestens </w:t>
            </w:r>
            <w:r w:rsidR="008328F9" w:rsidRPr="00832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vor</w:t>
            </w:r>
            <w:r w:rsidR="008328F9" w:rsidRPr="008328F9">
              <w:rPr>
                <w:rFonts w:ascii="Arial" w:hAnsi="Arial" w:cs="Arial"/>
                <w:color w:val="000000"/>
                <w:sz w:val="16"/>
                <w:szCs w:val="16"/>
              </w:rPr>
              <w:t xml:space="preserve"> Zuschlagserteilung</w:t>
            </w:r>
            <w:r w:rsidR="008328F9" w:rsidRPr="00832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8328F9" w:rsidRPr="008328F9" w:rsidRDefault="008328F9" w:rsidP="00925E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328F9" w:rsidRPr="008328F9" w:rsidRDefault="008328F9" w:rsidP="00925EB2">
            <w:pPr>
              <w:rPr>
                <w:rFonts w:ascii="Arial" w:hAnsi="Arial" w:cs="Arial"/>
              </w:rPr>
            </w:pPr>
          </w:p>
        </w:tc>
      </w:tr>
      <w:tr w:rsidR="00A33CD6" w:rsidRPr="008328F9" w:rsidTr="000D0679">
        <w:tc>
          <w:tcPr>
            <w:tcW w:w="5670" w:type="dxa"/>
          </w:tcPr>
          <w:p w:rsidR="00A33CD6" w:rsidRDefault="00A33CD6" w:rsidP="00FE39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FE39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FE39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Pr="008328F9" w:rsidRDefault="00A33CD6" w:rsidP="00FE39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33CD6" w:rsidRPr="008328F9" w:rsidRDefault="00A33CD6" w:rsidP="00FE3940">
            <w:pPr>
              <w:rPr>
                <w:rFonts w:ascii="Arial" w:hAnsi="Arial" w:cs="Arial"/>
              </w:rPr>
            </w:pPr>
            <w:r w:rsidRPr="00B46B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B0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5A0F">
              <w:rPr>
                <w:rFonts w:ascii="Arial" w:hAnsi="Arial" w:cs="Arial"/>
                <w:sz w:val="20"/>
                <w:szCs w:val="20"/>
              </w:rPr>
            </w:r>
            <w:r w:rsidR="00BB5A0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6B06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t xml:space="preserve">Das vorgesehene Unternehmen kann zum jetzigen Zeitpunkt namentlich noch nicht benannt werden. Die Benennung erfolgt jedoch spätestens </w:t>
            </w:r>
            <w:r w:rsidRPr="00832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vor</w:t>
            </w: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t xml:space="preserve"> Zuschlagserteilung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A33CD6" w:rsidRPr="008328F9" w:rsidRDefault="00A33CD6" w:rsidP="00FE39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Pr="008328F9" w:rsidRDefault="00A33CD6" w:rsidP="00FE3940">
            <w:pPr>
              <w:rPr>
                <w:rFonts w:ascii="Arial" w:hAnsi="Arial" w:cs="Arial"/>
              </w:rPr>
            </w:pPr>
          </w:p>
        </w:tc>
      </w:tr>
    </w:tbl>
    <w:p w:rsidR="008328F9" w:rsidRDefault="008328F9" w:rsidP="00A33CD6">
      <w:pPr>
        <w:jc w:val="right"/>
        <w:rPr>
          <w:rFonts w:ascii="Arial" w:hAnsi="Arial" w:cs="Arial"/>
        </w:rPr>
      </w:pPr>
    </w:p>
    <w:p w:rsidR="008328F9" w:rsidRPr="008328F9" w:rsidRDefault="008328F9" w:rsidP="00795E8B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Hinweis:</w:t>
      </w:r>
      <w:r>
        <w:rPr>
          <w:rFonts w:ascii="Arial" w:hAnsi="Arial" w:cs="Arial"/>
          <w:sz w:val="20"/>
          <w:szCs w:val="20"/>
        </w:rPr>
        <w:t xml:space="preserve"> </w:t>
      </w:r>
      <w:r w:rsidRPr="00AA2A9F">
        <w:rPr>
          <w:rFonts w:ascii="Arial" w:hAnsi="Arial" w:cs="Arial"/>
          <w:b/>
          <w:sz w:val="20"/>
          <w:szCs w:val="20"/>
        </w:rPr>
        <w:t>Nu</w:t>
      </w:r>
      <w:r w:rsidRPr="008328F9">
        <w:rPr>
          <w:rFonts w:ascii="Arial" w:hAnsi="Arial" w:cs="Arial"/>
          <w:b/>
          <w:sz w:val="20"/>
          <w:szCs w:val="20"/>
        </w:rPr>
        <w:t>r auf besondere Aufforderung</w:t>
      </w:r>
      <w:r w:rsidRPr="008328F9">
        <w:rPr>
          <w:rFonts w:ascii="Arial" w:hAnsi="Arial" w:cs="Arial"/>
          <w:sz w:val="20"/>
          <w:szCs w:val="20"/>
        </w:rPr>
        <w:t xml:space="preserve"> muss der Bieter nachweisen, dass ihm die erforder</w:t>
      </w:r>
      <w:r>
        <w:rPr>
          <w:rFonts w:ascii="Arial" w:hAnsi="Arial" w:cs="Arial"/>
          <w:sz w:val="20"/>
          <w:szCs w:val="20"/>
        </w:rPr>
        <w:softHyphen/>
      </w:r>
      <w:r w:rsidRPr="008328F9">
        <w:rPr>
          <w:rFonts w:ascii="Arial" w:hAnsi="Arial" w:cs="Arial"/>
          <w:sz w:val="20"/>
          <w:szCs w:val="20"/>
        </w:rPr>
        <w:t xml:space="preserve">lichen Mittel der anderen Unternehmen bei Erfüllung des Auftrags zur Verfügung stehen. </w:t>
      </w:r>
      <w:r>
        <w:rPr>
          <w:rFonts w:ascii="Arial" w:hAnsi="Arial" w:cs="Arial"/>
          <w:sz w:val="20"/>
          <w:szCs w:val="20"/>
        </w:rPr>
        <w:br/>
      </w:r>
      <w:r w:rsidRPr="008328F9">
        <w:rPr>
          <w:rFonts w:ascii="Arial" w:hAnsi="Arial" w:cs="Arial"/>
          <w:sz w:val="20"/>
          <w:szCs w:val="20"/>
        </w:rPr>
        <w:t xml:space="preserve">Dieser Nachweis </w:t>
      </w:r>
      <w:r>
        <w:rPr>
          <w:rFonts w:ascii="Arial" w:hAnsi="Arial" w:cs="Arial"/>
          <w:sz w:val="20"/>
          <w:szCs w:val="20"/>
        </w:rPr>
        <w:t>(Vordruck „</w:t>
      </w:r>
      <w:r w:rsidRPr="008328F9">
        <w:rPr>
          <w:rFonts w:ascii="Arial" w:hAnsi="Arial" w:cs="Arial"/>
          <w:sz w:val="20"/>
          <w:szCs w:val="20"/>
        </w:rPr>
        <w:t xml:space="preserve">Verpflichtungserklärung </w:t>
      </w:r>
      <w:r w:rsidR="00820804">
        <w:rPr>
          <w:rFonts w:ascii="Arial" w:hAnsi="Arial" w:cs="Arial"/>
          <w:sz w:val="20"/>
          <w:szCs w:val="20"/>
        </w:rPr>
        <w:t>anderer Unternehmen</w:t>
      </w:r>
      <w:r>
        <w:rPr>
          <w:rFonts w:ascii="Arial" w:hAnsi="Arial" w:cs="Arial"/>
          <w:sz w:val="20"/>
          <w:szCs w:val="20"/>
        </w:rPr>
        <w:t xml:space="preserve">“) </w:t>
      </w:r>
      <w:r w:rsidRPr="008328F9">
        <w:rPr>
          <w:rFonts w:ascii="Arial" w:hAnsi="Arial" w:cs="Arial"/>
          <w:sz w:val="20"/>
          <w:szCs w:val="20"/>
        </w:rPr>
        <w:t xml:space="preserve">ist zu dem dann mitgeteilten Termin vorzulegen. </w:t>
      </w:r>
    </w:p>
    <w:p w:rsidR="008328F9" w:rsidRPr="00A33CD6" w:rsidRDefault="008328F9" w:rsidP="008328F9">
      <w:pPr>
        <w:rPr>
          <w:rFonts w:ascii="Arial" w:hAnsi="Arial" w:cs="Arial"/>
          <w:sz w:val="16"/>
          <w:szCs w:val="16"/>
        </w:rPr>
      </w:pPr>
    </w:p>
    <w:p w:rsidR="008328F9" w:rsidRPr="00A33CD6" w:rsidRDefault="008328F9" w:rsidP="008328F9">
      <w:pPr>
        <w:rPr>
          <w:rFonts w:ascii="Arial" w:hAnsi="Arial" w:cs="Arial"/>
          <w:sz w:val="16"/>
          <w:szCs w:val="16"/>
        </w:rPr>
      </w:pPr>
    </w:p>
    <w:bookmarkStart w:id="0" w:name="_GoBack"/>
    <w:p w:rsidR="008328F9" w:rsidRPr="00A33CD6" w:rsidRDefault="00A33CD6" w:rsidP="008328F9">
      <w:pPr>
        <w:ind w:left="284" w:hanging="284"/>
        <w:rPr>
          <w:rFonts w:ascii="Arial" w:hAnsi="Arial" w:cs="Arial"/>
          <w:sz w:val="16"/>
          <w:szCs w:val="16"/>
        </w:rPr>
      </w:pPr>
      <w:r w:rsidRPr="00B46B0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6B06">
        <w:rPr>
          <w:rFonts w:ascii="Arial" w:hAnsi="Arial" w:cs="Arial"/>
          <w:sz w:val="20"/>
          <w:szCs w:val="20"/>
        </w:rPr>
        <w:instrText xml:space="preserve"> FORMCHECKBOX </w:instrText>
      </w:r>
      <w:r w:rsidR="00BB5A0F">
        <w:rPr>
          <w:rFonts w:ascii="Arial" w:hAnsi="Arial" w:cs="Arial"/>
          <w:sz w:val="20"/>
          <w:szCs w:val="20"/>
        </w:rPr>
      </w:r>
      <w:r w:rsidR="00BB5A0F">
        <w:rPr>
          <w:rFonts w:ascii="Arial" w:hAnsi="Arial" w:cs="Arial"/>
          <w:sz w:val="20"/>
          <w:szCs w:val="20"/>
        </w:rPr>
        <w:fldChar w:fldCharType="separate"/>
      </w:r>
      <w:r w:rsidRPr="00B46B06">
        <w:rPr>
          <w:rFonts w:ascii="Arial" w:hAnsi="Arial" w:cs="Arial"/>
          <w:sz w:val="20"/>
          <w:szCs w:val="20"/>
        </w:rPr>
        <w:fldChar w:fldCharType="end"/>
      </w:r>
      <w:bookmarkEnd w:id="0"/>
      <w:r w:rsidR="008328F9" w:rsidRPr="008328F9">
        <w:rPr>
          <w:rFonts w:ascii="Arial" w:hAnsi="Arial" w:cs="Arial"/>
          <w:sz w:val="20"/>
          <w:szCs w:val="20"/>
        </w:rPr>
        <w:tab/>
        <w:t xml:space="preserve">Ich/Wir beabsichtige(n) </w:t>
      </w:r>
      <w:r w:rsidR="008328F9" w:rsidRPr="00795E8B">
        <w:rPr>
          <w:rFonts w:ascii="Arial" w:hAnsi="Arial" w:cs="Arial"/>
          <w:b/>
          <w:sz w:val="20"/>
          <w:szCs w:val="20"/>
          <w:u w:val="single"/>
        </w:rPr>
        <w:t>zum Nachweis meiner Eignung</w:t>
      </w:r>
      <w:r w:rsidR="008328F9" w:rsidRPr="008328F9">
        <w:rPr>
          <w:rFonts w:ascii="Arial" w:hAnsi="Arial" w:cs="Arial"/>
          <w:sz w:val="20"/>
          <w:szCs w:val="20"/>
        </w:rPr>
        <w:t xml:space="preserve"> in Hinblick auf die wirtschaftliche und finanzielle bzw. technische und berufliche Leistungsfähigkeit die Kapazitäten von </w:t>
      </w:r>
      <w:r w:rsidR="00D74510">
        <w:rPr>
          <w:rFonts w:ascii="Arial" w:hAnsi="Arial" w:cs="Arial"/>
          <w:sz w:val="20"/>
          <w:szCs w:val="20"/>
        </w:rPr>
        <w:t>anderen Unternehmen</w:t>
      </w:r>
      <w:r w:rsidR="008328F9" w:rsidRPr="008328F9">
        <w:rPr>
          <w:rFonts w:ascii="Arial" w:hAnsi="Arial" w:cs="Arial"/>
          <w:sz w:val="20"/>
          <w:szCs w:val="20"/>
        </w:rPr>
        <w:t xml:space="preserve"> in Anspruch zu nehmen </w:t>
      </w:r>
      <w:r w:rsidR="008328F9" w:rsidRPr="008328F9">
        <w:rPr>
          <w:rFonts w:ascii="Arial" w:hAnsi="Arial" w:cs="Arial"/>
          <w:b/>
          <w:sz w:val="20"/>
          <w:szCs w:val="20"/>
        </w:rPr>
        <w:t>(</w:t>
      </w:r>
      <w:r w:rsidR="008328F9" w:rsidRPr="008328F9">
        <w:rPr>
          <w:rFonts w:ascii="Arial" w:hAnsi="Arial" w:cs="Arial"/>
          <w:b/>
          <w:sz w:val="20"/>
          <w:szCs w:val="20"/>
          <w:u w:val="single"/>
        </w:rPr>
        <w:t>Eignungsleihe</w:t>
      </w:r>
      <w:r w:rsidR="008328F9" w:rsidRPr="008328F9">
        <w:rPr>
          <w:rFonts w:ascii="Arial" w:hAnsi="Arial" w:cs="Arial"/>
          <w:b/>
          <w:sz w:val="20"/>
          <w:szCs w:val="20"/>
        </w:rPr>
        <w:t xml:space="preserve"> nach § </w:t>
      </w:r>
      <w:r w:rsidR="00592272">
        <w:rPr>
          <w:rFonts w:ascii="Arial" w:hAnsi="Arial" w:cs="Arial"/>
          <w:b/>
          <w:sz w:val="20"/>
          <w:szCs w:val="20"/>
        </w:rPr>
        <w:t>34 UVgO</w:t>
      </w:r>
      <w:r w:rsidR="008328F9" w:rsidRPr="008328F9">
        <w:rPr>
          <w:rFonts w:ascii="Arial" w:hAnsi="Arial" w:cs="Arial"/>
          <w:b/>
          <w:sz w:val="20"/>
          <w:szCs w:val="20"/>
        </w:rPr>
        <w:t>).</w:t>
      </w:r>
      <w:r w:rsidR="008328F9" w:rsidRPr="008328F9">
        <w:rPr>
          <w:rFonts w:ascii="Arial" w:hAnsi="Arial" w:cs="Arial"/>
          <w:sz w:val="20"/>
          <w:szCs w:val="20"/>
        </w:rPr>
        <w:t xml:space="preserve"> </w:t>
      </w:r>
      <w:r w:rsidR="00C362F6">
        <w:rPr>
          <w:rFonts w:ascii="Arial" w:hAnsi="Arial" w:cs="Arial"/>
          <w:sz w:val="20"/>
          <w:szCs w:val="20"/>
        </w:rPr>
        <w:br/>
      </w:r>
    </w:p>
    <w:p w:rsidR="008328F9" w:rsidRDefault="008328F9" w:rsidP="008328F9">
      <w:pPr>
        <w:ind w:left="284"/>
        <w:rPr>
          <w:rFonts w:ascii="Arial" w:hAnsi="Arial" w:cs="Arial"/>
          <w:sz w:val="20"/>
          <w:szCs w:val="20"/>
        </w:rPr>
      </w:pPr>
      <w:r w:rsidRPr="008328F9">
        <w:rPr>
          <w:rFonts w:ascii="Arial" w:hAnsi="Arial" w:cs="Arial"/>
          <w:sz w:val="20"/>
          <w:szCs w:val="20"/>
        </w:rPr>
        <w:t>Diese erfüllen für den von ihnen übernommenen Leistungsbereich die Eignungsanforderungen.</w:t>
      </w:r>
    </w:p>
    <w:p w:rsidR="00795E8B" w:rsidRPr="00795E8B" w:rsidRDefault="00795E8B" w:rsidP="008328F9">
      <w:pPr>
        <w:ind w:left="284"/>
        <w:rPr>
          <w:rFonts w:ascii="Arial" w:hAnsi="Arial" w:cs="Arial"/>
          <w:sz w:val="10"/>
          <w:szCs w:val="10"/>
        </w:rPr>
      </w:pPr>
    </w:p>
    <w:tbl>
      <w:tblPr>
        <w:tblStyle w:val="Tabellenraster"/>
        <w:tblW w:w="8930" w:type="dxa"/>
        <w:tblInd w:w="392" w:type="dxa"/>
        <w:tblLook w:val="04A0" w:firstRow="1" w:lastRow="0" w:firstColumn="1" w:lastColumn="0" w:noHBand="0" w:noVBand="1"/>
      </w:tblPr>
      <w:tblGrid>
        <w:gridCol w:w="5670"/>
        <w:gridCol w:w="3260"/>
      </w:tblGrid>
      <w:tr w:rsidR="008B73BD" w:rsidRPr="008328F9" w:rsidTr="000D0679">
        <w:tc>
          <w:tcPr>
            <w:tcW w:w="5670" w:type="dxa"/>
          </w:tcPr>
          <w:p w:rsidR="008B73BD" w:rsidRPr="008328F9" w:rsidRDefault="008B73BD" w:rsidP="00925EB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</w:t>
            </w:r>
            <w:r w:rsidRPr="008328F9">
              <w:rPr>
                <w:rFonts w:ascii="Arial" w:hAnsi="Arial" w:cs="Arial"/>
                <w:b/>
                <w:sz w:val="16"/>
                <w:szCs w:val="16"/>
              </w:rPr>
              <w:t>nternehmer</w:t>
            </w:r>
          </w:p>
          <w:p w:rsidR="008B73BD" w:rsidRPr="008328F9" w:rsidRDefault="008B73BD" w:rsidP="008328F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328F9">
              <w:rPr>
                <w:rFonts w:ascii="Arial" w:hAnsi="Arial" w:cs="Arial"/>
                <w:b/>
                <w:sz w:val="16"/>
                <w:szCs w:val="16"/>
              </w:rPr>
              <w:t xml:space="preserve">(Firmenname, </w:t>
            </w:r>
            <w:r>
              <w:rPr>
                <w:rFonts w:ascii="Arial" w:hAnsi="Arial" w:cs="Arial"/>
                <w:b/>
                <w:sz w:val="16"/>
                <w:szCs w:val="16"/>
              </w:rPr>
              <w:t>Anschrift</w:t>
            </w:r>
            <w:r w:rsidRPr="008328F9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260" w:type="dxa"/>
          </w:tcPr>
          <w:p w:rsidR="008B73BD" w:rsidRPr="008328F9" w:rsidRDefault="008B73BD" w:rsidP="00A33CD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328F9">
              <w:rPr>
                <w:rFonts w:ascii="Arial" w:hAnsi="Arial" w:cs="Arial"/>
                <w:b/>
                <w:sz w:val="16"/>
                <w:szCs w:val="16"/>
              </w:rPr>
              <w:t xml:space="preserve">Angabe der vom </w:t>
            </w:r>
            <w:r w:rsidR="00A33CD6">
              <w:rPr>
                <w:rFonts w:ascii="Arial" w:hAnsi="Arial" w:cs="Arial"/>
                <w:b/>
                <w:sz w:val="16"/>
                <w:szCs w:val="16"/>
              </w:rPr>
              <w:t xml:space="preserve">anderen Unternehmen </w:t>
            </w:r>
            <w:r w:rsidRPr="008328F9">
              <w:rPr>
                <w:rFonts w:ascii="Arial" w:hAnsi="Arial" w:cs="Arial"/>
                <w:b/>
                <w:sz w:val="16"/>
                <w:szCs w:val="16"/>
              </w:rPr>
              <w:t>erfüllten Eignungsanforderungen</w:t>
            </w:r>
          </w:p>
        </w:tc>
      </w:tr>
      <w:tr w:rsidR="008B73BD" w:rsidRPr="008328F9" w:rsidTr="000D0679">
        <w:tc>
          <w:tcPr>
            <w:tcW w:w="5670" w:type="dxa"/>
          </w:tcPr>
          <w:p w:rsidR="008B73BD" w:rsidRDefault="008B73BD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B73BD" w:rsidRPr="008328F9" w:rsidRDefault="008B73BD" w:rsidP="00925EB2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8B73BD" w:rsidRDefault="008B73BD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B73BD" w:rsidRPr="008328F9" w:rsidRDefault="008B73BD" w:rsidP="00925EB2">
            <w:pPr>
              <w:rPr>
                <w:rFonts w:ascii="Arial" w:hAnsi="Arial" w:cs="Arial"/>
              </w:rPr>
            </w:pPr>
          </w:p>
        </w:tc>
      </w:tr>
      <w:tr w:rsidR="008B73BD" w:rsidRPr="008328F9" w:rsidTr="000D0679">
        <w:tc>
          <w:tcPr>
            <w:tcW w:w="5670" w:type="dxa"/>
          </w:tcPr>
          <w:p w:rsidR="008B73BD" w:rsidRDefault="008B73BD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B73BD" w:rsidRPr="008328F9" w:rsidRDefault="008B73BD" w:rsidP="00925EB2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8B73BD" w:rsidRDefault="008B73BD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B73BD" w:rsidRPr="008328F9" w:rsidRDefault="008B73BD" w:rsidP="00925EB2">
            <w:pPr>
              <w:rPr>
                <w:rFonts w:ascii="Arial" w:hAnsi="Arial" w:cs="Arial"/>
              </w:rPr>
            </w:pPr>
          </w:p>
        </w:tc>
      </w:tr>
      <w:tr w:rsidR="00A33CD6" w:rsidRPr="008328F9" w:rsidTr="000D0679">
        <w:tc>
          <w:tcPr>
            <w:tcW w:w="5670" w:type="dxa"/>
          </w:tcPr>
          <w:p w:rsidR="00A33CD6" w:rsidRDefault="00A33CD6" w:rsidP="00FE39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FE39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Default="00A33CD6" w:rsidP="00FE39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Pr="008328F9" w:rsidRDefault="00A33CD6" w:rsidP="00FE3940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A33CD6" w:rsidRDefault="00A33CD6" w:rsidP="00FE39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C790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A33CD6" w:rsidRPr="008328F9" w:rsidRDefault="00A33CD6" w:rsidP="00FE3940">
            <w:pPr>
              <w:rPr>
                <w:rFonts w:ascii="Arial" w:hAnsi="Arial" w:cs="Arial"/>
              </w:rPr>
            </w:pPr>
          </w:p>
        </w:tc>
      </w:tr>
    </w:tbl>
    <w:p w:rsidR="00592272" w:rsidRDefault="00AA2A9F" w:rsidP="005922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</w:t>
      </w:r>
      <w:r w:rsidR="00592272" w:rsidRPr="00592272">
        <w:rPr>
          <w:rFonts w:ascii="Arial" w:hAnsi="Arial" w:cs="Arial"/>
          <w:sz w:val="20"/>
          <w:szCs w:val="20"/>
        </w:rPr>
        <w:t>unterschriebene</w:t>
      </w:r>
      <w:r>
        <w:rPr>
          <w:rFonts w:ascii="Arial" w:hAnsi="Arial" w:cs="Arial"/>
          <w:sz w:val="20"/>
          <w:szCs w:val="20"/>
        </w:rPr>
        <w:t xml:space="preserve"> Vordruck „</w:t>
      </w:r>
      <w:r w:rsidR="00592272" w:rsidRPr="00592272">
        <w:rPr>
          <w:rFonts w:ascii="Arial" w:hAnsi="Arial" w:cs="Arial"/>
          <w:sz w:val="20"/>
          <w:szCs w:val="20"/>
        </w:rPr>
        <w:t>Verpflichtungserklärung</w:t>
      </w:r>
      <w:r>
        <w:rPr>
          <w:rFonts w:ascii="Arial" w:hAnsi="Arial" w:cs="Arial"/>
          <w:sz w:val="20"/>
          <w:szCs w:val="20"/>
        </w:rPr>
        <w:t xml:space="preserve"> anderer Unternehmen“</w:t>
      </w:r>
      <w:r w:rsidR="00592272" w:rsidRPr="00592272">
        <w:rPr>
          <w:rFonts w:ascii="Arial" w:hAnsi="Arial" w:cs="Arial"/>
          <w:sz w:val="20"/>
          <w:szCs w:val="20"/>
        </w:rPr>
        <w:t xml:space="preserve"> ist dieser Erklärung beigefügt.</w:t>
      </w:r>
    </w:p>
    <w:p w:rsidR="00AA2A9F" w:rsidRPr="00A33CD6" w:rsidRDefault="00AA2A9F" w:rsidP="00592272">
      <w:pPr>
        <w:rPr>
          <w:rFonts w:ascii="Arial" w:hAnsi="Arial" w:cs="Arial"/>
          <w:sz w:val="16"/>
          <w:szCs w:val="16"/>
        </w:rPr>
      </w:pPr>
    </w:p>
    <w:p w:rsidR="00592272" w:rsidRPr="00592272" w:rsidRDefault="00592272" w:rsidP="00592272">
      <w:pPr>
        <w:rPr>
          <w:rFonts w:ascii="Arial" w:hAnsi="Arial" w:cs="Arial"/>
          <w:b/>
          <w:sz w:val="20"/>
          <w:szCs w:val="20"/>
        </w:rPr>
      </w:pPr>
      <w:r w:rsidRPr="00592272">
        <w:rPr>
          <w:rFonts w:ascii="Arial" w:hAnsi="Arial" w:cs="Arial"/>
          <w:b/>
          <w:sz w:val="20"/>
          <w:szCs w:val="20"/>
        </w:rPr>
        <w:t xml:space="preserve">Ich/Wir verpflichte(n) mich/uns, die </w:t>
      </w:r>
      <w:r w:rsidR="00AA2A9F">
        <w:rPr>
          <w:rFonts w:ascii="Arial" w:hAnsi="Arial" w:cs="Arial"/>
          <w:b/>
          <w:sz w:val="20"/>
          <w:szCs w:val="20"/>
        </w:rPr>
        <w:t>„</w:t>
      </w:r>
      <w:r w:rsidRPr="00592272">
        <w:rPr>
          <w:rFonts w:ascii="Arial" w:hAnsi="Arial" w:cs="Arial"/>
          <w:b/>
          <w:sz w:val="20"/>
          <w:szCs w:val="20"/>
        </w:rPr>
        <w:t xml:space="preserve">Eigenerklärung </w:t>
      </w:r>
      <w:r w:rsidR="00AA2A9F">
        <w:rPr>
          <w:rFonts w:ascii="Arial" w:hAnsi="Arial" w:cs="Arial"/>
          <w:b/>
          <w:sz w:val="20"/>
          <w:szCs w:val="20"/>
        </w:rPr>
        <w:t xml:space="preserve">zu </w:t>
      </w:r>
      <w:r w:rsidRPr="00592272">
        <w:rPr>
          <w:rFonts w:ascii="Arial" w:hAnsi="Arial" w:cs="Arial"/>
          <w:b/>
          <w:sz w:val="20"/>
          <w:szCs w:val="20"/>
        </w:rPr>
        <w:t>Ausschlussgründe</w:t>
      </w:r>
      <w:r w:rsidR="00AA2A9F">
        <w:rPr>
          <w:rFonts w:ascii="Arial" w:hAnsi="Arial" w:cs="Arial"/>
          <w:b/>
          <w:sz w:val="20"/>
          <w:szCs w:val="20"/>
        </w:rPr>
        <w:t>n</w:t>
      </w:r>
      <w:r w:rsidRPr="00592272">
        <w:rPr>
          <w:rFonts w:ascii="Arial" w:hAnsi="Arial" w:cs="Arial"/>
          <w:b/>
          <w:sz w:val="20"/>
          <w:szCs w:val="20"/>
        </w:rPr>
        <w:t>“ von jedem Unterauftragnehmer bzw. Eignungsleiher zu fordern und spätestens vor Vertragsschluss unterschrieben vorzulegen.</w:t>
      </w:r>
    </w:p>
    <w:p w:rsidR="008328F9" w:rsidRPr="008328F9" w:rsidRDefault="008328F9" w:rsidP="008328F9">
      <w:pPr>
        <w:rPr>
          <w:rFonts w:ascii="Arial" w:hAnsi="Arial" w:cs="Arial"/>
        </w:rPr>
      </w:pPr>
    </w:p>
    <w:sectPr w:rsidR="008328F9" w:rsidRPr="008328F9" w:rsidSect="00A33CD6">
      <w:headerReference w:type="default" r:id="rId7"/>
      <w:footerReference w:type="default" r:id="rId8"/>
      <w:pgSz w:w="11906" w:h="16838" w:code="9"/>
      <w:pgMar w:top="454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31A" w:rsidRDefault="003C531A">
      <w:r>
        <w:separator/>
      </w:r>
    </w:p>
  </w:endnote>
  <w:endnote w:type="continuationSeparator" w:id="0">
    <w:p w:rsidR="003C531A" w:rsidRDefault="003C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CD6" w:rsidRPr="00A33CD6" w:rsidRDefault="00A33CD6">
    <w:pPr>
      <w:pStyle w:val="Fuzeile"/>
      <w:rPr>
        <w:sz w:val="16"/>
        <w:szCs w:val="16"/>
      </w:rPr>
    </w:pPr>
    <w:r>
      <w:rPr>
        <w:sz w:val="16"/>
        <w:szCs w:val="16"/>
      </w:rPr>
      <w:t xml:space="preserve">Stand: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"MMM-yy" </w:instrText>
    </w:r>
    <w:r>
      <w:rPr>
        <w:sz w:val="16"/>
        <w:szCs w:val="16"/>
      </w:rPr>
      <w:fldChar w:fldCharType="separate"/>
    </w:r>
    <w:r w:rsidR="00BB5A0F">
      <w:rPr>
        <w:noProof/>
        <w:sz w:val="16"/>
        <w:szCs w:val="16"/>
      </w:rPr>
      <w:t>Dez-19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31A" w:rsidRDefault="003C531A">
      <w:r>
        <w:separator/>
      </w:r>
    </w:p>
  </w:footnote>
  <w:footnote w:type="continuationSeparator" w:id="0">
    <w:p w:rsidR="003C531A" w:rsidRDefault="003C5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5D9" w:rsidRPr="003B1A89" w:rsidRDefault="00B145D9" w:rsidP="000528E4">
    <w:pPr>
      <w:pStyle w:val="Kopfzeile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87U7TdBWYTa4xP6BjVftSaL0A6Q=" w:salt="hxhk55ukinCWZzlaBsfSs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8E4"/>
    <w:rsid w:val="000528E4"/>
    <w:rsid w:val="000903D9"/>
    <w:rsid w:val="000A2B45"/>
    <w:rsid w:val="000D049D"/>
    <w:rsid w:val="000D0679"/>
    <w:rsid w:val="000E3F9B"/>
    <w:rsid w:val="001860CA"/>
    <w:rsid w:val="001C3456"/>
    <w:rsid w:val="001E0CC5"/>
    <w:rsid w:val="00237B90"/>
    <w:rsid w:val="00243EB4"/>
    <w:rsid w:val="0027325D"/>
    <w:rsid w:val="0027584E"/>
    <w:rsid w:val="00281CD7"/>
    <w:rsid w:val="00294772"/>
    <w:rsid w:val="002B21E3"/>
    <w:rsid w:val="002F2D1B"/>
    <w:rsid w:val="003668EE"/>
    <w:rsid w:val="003B7D4C"/>
    <w:rsid w:val="003C531A"/>
    <w:rsid w:val="003C7133"/>
    <w:rsid w:val="003F4347"/>
    <w:rsid w:val="0045234C"/>
    <w:rsid w:val="00463784"/>
    <w:rsid w:val="004A32EA"/>
    <w:rsid w:val="004C10EA"/>
    <w:rsid w:val="004C79B1"/>
    <w:rsid w:val="004E3F7A"/>
    <w:rsid w:val="00516B81"/>
    <w:rsid w:val="00566429"/>
    <w:rsid w:val="00592272"/>
    <w:rsid w:val="005A327D"/>
    <w:rsid w:val="005A3D7E"/>
    <w:rsid w:val="005D61B7"/>
    <w:rsid w:val="005F68E0"/>
    <w:rsid w:val="00624EA0"/>
    <w:rsid w:val="006C27F0"/>
    <w:rsid w:val="006C790E"/>
    <w:rsid w:val="007754BA"/>
    <w:rsid w:val="00775AAB"/>
    <w:rsid w:val="00795E8B"/>
    <w:rsid w:val="007D36A7"/>
    <w:rsid w:val="007E0BA9"/>
    <w:rsid w:val="00801FC5"/>
    <w:rsid w:val="00820804"/>
    <w:rsid w:val="008328F9"/>
    <w:rsid w:val="00834FBB"/>
    <w:rsid w:val="008B73BD"/>
    <w:rsid w:val="0092102F"/>
    <w:rsid w:val="00945AA6"/>
    <w:rsid w:val="00963871"/>
    <w:rsid w:val="009A59AC"/>
    <w:rsid w:val="009C57CD"/>
    <w:rsid w:val="009D6A80"/>
    <w:rsid w:val="00A32415"/>
    <w:rsid w:val="00A33CD6"/>
    <w:rsid w:val="00A40E6E"/>
    <w:rsid w:val="00A61D7C"/>
    <w:rsid w:val="00AA2A9F"/>
    <w:rsid w:val="00AF62D7"/>
    <w:rsid w:val="00B145D9"/>
    <w:rsid w:val="00B26973"/>
    <w:rsid w:val="00B53E2E"/>
    <w:rsid w:val="00BA6BF4"/>
    <w:rsid w:val="00BB5A0F"/>
    <w:rsid w:val="00BB78BB"/>
    <w:rsid w:val="00C023AB"/>
    <w:rsid w:val="00C1690D"/>
    <w:rsid w:val="00C23386"/>
    <w:rsid w:val="00C264BF"/>
    <w:rsid w:val="00C362F6"/>
    <w:rsid w:val="00C5708F"/>
    <w:rsid w:val="00D12D24"/>
    <w:rsid w:val="00D74510"/>
    <w:rsid w:val="00DD1C9E"/>
    <w:rsid w:val="00E45309"/>
    <w:rsid w:val="00E662C7"/>
    <w:rsid w:val="00EC00F2"/>
    <w:rsid w:val="00F17638"/>
    <w:rsid w:val="00F71C1C"/>
    <w:rsid w:val="00F85373"/>
    <w:rsid w:val="00FE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B7D4C"/>
    <w:pPr>
      <w:keepNext/>
      <w:outlineLvl w:val="0"/>
    </w:pPr>
    <w:rPr>
      <w:b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Fuzeile">
    <w:name w:val="foot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59"/>
    <w:rsid w:val="00052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qFormat/>
    <w:rsid w:val="000528E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Cs w:val="20"/>
    </w:rPr>
  </w:style>
  <w:style w:type="paragraph" w:styleId="Sprechblasentext">
    <w:name w:val="Balloon Text"/>
    <w:basedOn w:val="Standard"/>
    <w:semiHidden/>
    <w:rsid w:val="00E662C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8328F9"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8328F9"/>
    <w:pPr>
      <w:spacing w:after="120"/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328F9"/>
    <w:rPr>
      <w:rFonts w:ascii="Arial" w:eastAsiaTheme="minorHAnsi" w:hAnsi="Arial" w:cstheme="minorBidi"/>
      <w:sz w:val="16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8328F9"/>
    <w:rPr>
      <w:vertAlign w:val="superscript"/>
    </w:rPr>
  </w:style>
  <w:style w:type="character" w:styleId="Kommentarzeichen">
    <w:name w:val="annotation reference"/>
    <w:basedOn w:val="Absatz-Standardschriftart"/>
    <w:rsid w:val="000903D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903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903D9"/>
  </w:style>
  <w:style w:type="paragraph" w:styleId="Kommentarthema">
    <w:name w:val="annotation subject"/>
    <w:basedOn w:val="Kommentartext"/>
    <w:next w:val="Kommentartext"/>
    <w:link w:val="KommentarthemaZchn"/>
    <w:rsid w:val="000903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903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B7D4C"/>
    <w:pPr>
      <w:keepNext/>
      <w:outlineLvl w:val="0"/>
    </w:pPr>
    <w:rPr>
      <w:b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Fuzeile">
    <w:name w:val="foot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59"/>
    <w:rsid w:val="00052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qFormat/>
    <w:rsid w:val="000528E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Cs w:val="20"/>
    </w:rPr>
  </w:style>
  <w:style w:type="paragraph" w:styleId="Sprechblasentext">
    <w:name w:val="Balloon Text"/>
    <w:basedOn w:val="Standard"/>
    <w:semiHidden/>
    <w:rsid w:val="00E662C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8328F9"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8328F9"/>
    <w:pPr>
      <w:spacing w:after="120"/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328F9"/>
    <w:rPr>
      <w:rFonts w:ascii="Arial" w:eastAsiaTheme="minorHAnsi" w:hAnsi="Arial" w:cstheme="minorBidi"/>
      <w:sz w:val="16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8328F9"/>
    <w:rPr>
      <w:vertAlign w:val="superscript"/>
    </w:rPr>
  </w:style>
  <w:style w:type="character" w:styleId="Kommentarzeichen">
    <w:name w:val="annotation reference"/>
    <w:basedOn w:val="Absatz-Standardschriftart"/>
    <w:rsid w:val="000903D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903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903D9"/>
  </w:style>
  <w:style w:type="paragraph" w:styleId="Kommentarthema">
    <w:name w:val="annotation subject"/>
    <w:basedOn w:val="Kommentartext"/>
    <w:next w:val="Kommentartext"/>
    <w:link w:val="KommentarthemaZchn"/>
    <w:rsid w:val="000903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903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C32E35A4.dotm</Template>
  <TotalTime>0</TotalTime>
  <Pages>1</Pages>
  <Words>324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Nachunternehmerleistungen</vt:lpstr>
    </vt:vector>
  </TitlesOfParts>
  <Company>Stadtverwaltung Hamm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Nachunternehmerleistungen</dc:title>
  <dc:creator>beckmank</dc:creator>
  <cp:lastModifiedBy>Weischer, Annika</cp:lastModifiedBy>
  <cp:revision>2</cp:revision>
  <cp:lastPrinted>2018-12-19T12:25:00Z</cp:lastPrinted>
  <dcterms:created xsi:type="dcterms:W3CDTF">2019-12-13T12:48:00Z</dcterms:created>
  <dcterms:modified xsi:type="dcterms:W3CDTF">2019-12-13T12:48:00Z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