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62" w:rsidRPr="00663336" w:rsidRDefault="00D81E62" w:rsidP="008C6058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6" w:color="auto"/>
        </w:pBdr>
        <w:shd w:val="clear" w:color="auto" w:fill="E6E6E6"/>
        <w:rPr>
          <w:szCs w:val="24"/>
        </w:rPr>
      </w:pPr>
      <w:smartTag w:uri="urn:schemas-microsoft-com:office:smarttags" w:element="PersonName">
        <w:r w:rsidRPr="00F32104">
          <w:rPr>
            <w:szCs w:val="24"/>
          </w:rPr>
          <w:t>Bi</w:t>
        </w:r>
      </w:smartTag>
      <w:r w:rsidRPr="00F32104">
        <w:rPr>
          <w:szCs w:val="24"/>
        </w:rPr>
        <w:t>etergemeinschaft</w:t>
      </w:r>
      <w:r>
        <w:rPr>
          <w:szCs w:val="24"/>
        </w:rPr>
        <w:t>serklärung</w:t>
      </w:r>
    </w:p>
    <w:p w:rsidR="00D81E62" w:rsidRDefault="00D81E62" w:rsidP="00D81E62">
      <w:pPr>
        <w:jc w:val="center"/>
        <w:rPr>
          <w:b/>
          <w:sz w:val="16"/>
        </w:rPr>
      </w:pPr>
      <w:r>
        <w:rPr>
          <w:b/>
          <w:sz w:val="16"/>
        </w:rPr>
        <w:t xml:space="preserve">Bitte unbedingt von allen Mitgliedern der Bietergemeinschaft </w:t>
      </w:r>
      <w:r w:rsidRPr="00504014">
        <w:rPr>
          <w:b/>
          <w:sz w:val="16"/>
          <w:u w:val="single"/>
        </w:rPr>
        <w:t>unterschreiben</w:t>
      </w:r>
      <w:r w:rsidR="00504014">
        <w:rPr>
          <w:rStyle w:val="Funotenzeichen"/>
          <w:b/>
          <w:sz w:val="16"/>
        </w:rPr>
        <w:footnoteReference w:id="1"/>
      </w:r>
      <w:r w:rsidR="007D6FAB" w:rsidRPr="007D6FAB">
        <w:rPr>
          <w:b/>
          <w:sz w:val="16"/>
        </w:rPr>
        <w:t xml:space="preserve"> </w:t>
      </w:r>
      <w:r>
        <w:rPr>
          <w:b/>
          <w:sz w:val="16"/>
        </w:rPr>
        <w:t>und dem Angebot beifügen</w:t>
      </w:r>
    </w:p>
    <w:p w:rsidR="00D81E62" w:rsidRPr="00E15072" w:rsidRDefault="00D81E62" w:rsidP="00D81E62">
      <w:pPr>
        <w:pStyle w:val="Textkrper31"/>
        <w:rPr>
          <w:b/>
          <w:sz w:val="18"/>
          <w:szCs w:val="18"/>
        </w:rPr>
      </w:pPr>
    </w:p>
    <w:p w:rsidR="00D81E62" w:rsidRPr="00D81E62" w:rsidRDefault="00D81E62" w:rsidP="00D81E6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D81E62">
        <w:rPr>
          <w:sz w:val="18"/>
          <w:szCs w:val="18"/>
        </w:rPr>
        <w:t xml:space="preserve">Wir, die unten näher bezeichneten Unternehmen, bilden für die nachfolgende Maßnahme </w:t>
      </w:r>
      <w:r w:rsidRPr="00D81E62">
        <w:rPr>
          <w:i/>
          <w:sz w:val="16"/>
          <w:szCs w:val="16"/>
        </w:rPr>
        <w:t>(bitte angeben):</w:t>
      </w:r>
      <w:r w:rsidRPr="00D81E62">
        <w:rPr>
          <w:sz w:val="18"/>
          <w:szCs w:val="1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D81E62" w:rsidRPr="00973CDB" w:rsidTr="008C6058">
        <w:tc>
          <w:tcPr>
            <w:tcW w:w="9747" w:type="dxa"/>
            <w:shd w:val="clear" w:color="auto" w:fill="auto"/>
          </w:tcPr>
          <w:p w:rsidR="00D81E62" w:rsidRPr="00973CDB" w:rsidRDefault="00D81E62" w:rsidP="00973CDB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18"/>
                <w:szCs w:val="18"/>
              </w:rPr>
            </w:pPr>
            <w:r w:rsidRPr="00973CD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73CDB">
              <w:rPr>
                <w:sz w:val="18"/>
                <w:szCs w:val="18"/>
              </w:rPr>
              <w:instrText xml:space="preserve"> FORMTEXT </w:instrText>
            </w:r>
            <w:r w:rsidRPr="00973CDB">
              <w:rPr>
                <w:sz w:val="18"/>
                <w:szCs w:val="18"/>
              </w:rPr>
            </w:r>
            <w:r w:rsidRPr="00973CDB">
              <w:rPr>
                <w:sz w:val="18"/>
                <w:szCs w:val="18"/>
              </w:rPr>
              <w:fldChar w:fldCharType="separate"/>
            </w:r>
            <w:bookmarkStart w:id="1" w:name="_GoBack"/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bookmarkEnd w:id="1"/>
            <w:r w:rsidRPr="00973CDB">
              <w:rPr>
                <w:sz w:val="18"/>
                <w:szCs w:val="18"/>
              </w:rPr>
              <w:fldChar w:fldCharType="end"/>
            </w:r>
            <w:bookmarkEnd w:id="0"/>
          </w:p>
        </w:tc>
      </w:tr>
    </w:tbl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  <w:r w:rsidRPr="00D81E62">
        <w:rPr>
          <w:sz w:val="18"/>
          <w:szCs w:val="18"/>
        </w:rPr>
        <w:t xml:space="preserve">      eine </w:t>
      </w:r>
      <w:smartTag w:uri="urn:schemas-microsoft-com:office:smarttags" w:element="PersonName">
        <w:r w:rsidRPr="00D81E62">
          <w:rPr>
            <w:sz w:val="18"/>
            <w:szCs w:val="18"/>
          </w:rPr>
          <w:t>Bi</w:t>
        </w:r>
      </w:smartTag>
      <w:r w:rsidRPr="00D81E62">
        <w:rPr>
          <w:sz w:val="18"/>
          <w:szCs w:val="18"/>
        </w:rPr>
        <w:t xml:space="preserve">etergemeinschaft im Sinne des § </w:t>
      </w:r>
      <w:r w:rsidR="00504014">
        <w:rPr>
          <w:sz w:val="18"/>
          <w:szCs w:val="18"/>
        </w:rPr>
        <w:t>32 UVgO</w:t>
      </w:r>
      <w:r w:rsidRPr="00D81E62">
        <w:rPr>
          <w:sz w:val="18"/>
          <w:szCs w:val="18"/>
        </w:rPr>
        <w:t xml:space="preserve">. </w:t>
      </w: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  <w:r w:rsidRPr="00D81E62">
        <w:rPr>
          <w:sz w:val="18"/>
          <w:szCs w:val="18"/>
        </w:rPr>
        <w:t xml:space="preserve">      Wir beschließen im Falle einer Auftragserteilung die </w:t>
      </w:r>
      <w:smartTag w:uri="urn:schemas-microsoft-com:office:smarttags" w:element="PersonName">
        <w:r w:rsidRPr="00D81E62">
          <w:rPr>
            <w:sz w:val="18"/>
            <w:szCs w:val="18"/>
          </w:rPr>
          <w:t>Bi</w:t>
        </w:r>
      </w:smartTag>
      <w:r w:rsidRPr="00D81E62">
        <w:rPr>
          <w:sz w:val="18"/>
          <w:szCs w:val="18"/>
        </w:rPr>
        <w:t>ldung einer Arbeitsgemeinschaft.</w:t>
      </w: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</w:p>
    <w:p w:rsidR="00D81E62" w:rsidRPr="00D81E62" w:rsidRDefault="00C97536" w:rsidP="00D81E62">
      <w:pPr>
        <w:pStyle w:val="Textkrper31"/>
        <w:numPr>
          <w:ilvl w:val="0"/>
          <w:numId w:val="1"/>
        </w:numPr>
        <w:jc w:val="left"/>
        <w:rPr>
          <w:sz w:val="18"/>
          <w:szCs w:val="18"/>
        </w:rPr>
      </w:pPr>
      <w:r>
        <w:rPr>
          <w:sz w:val="18"/>
          <w:szCs w:val="18"/>
        </w:rPr>
        <w:t>Wir</w:t>
      </w:r>
      <w:r w:rsidR="00D81E62" w:rsidRPr="00D81E62">
        <w:rPr>
          <w:sz w:val="18"/>
          <w:szCs w:val="18"/>
        </w:rPr>
        <w:t xml:space="preserve"> erklären, dass </w:t>
      </w:r>
      <w:r>
        <w:rPr>
          <w:sz w:val="18"/>
          <w:szCs w:val="18"/>
        </w:rPr>
        <w:t>wir</w:t>
      </w:r>
      <w:r w:rsidR="00D81E62" w:rsidRPr="00D81E62">
        <w:rPr>
          <w:sz w:val="18"/>
          <w:szCs w:val="18"/>
        </w:rPr>
        <w:t xml:space="preserve"> für die Vertragserfüllung als Gesamtschuldner haften. </w:t>
      </w: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</w:p>
    <w:p w:rsidR="00D81E62" w:rsidRPr="00D81E62" w:rsidRDefault="00D81E62" w:rsidP="00D81E62">
      <w:pPr>
        <w:pStyle w:val="Textkrper21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D81E62">
        <w:rPr>
          <w:rFonts w:ascii="Arial" w:hAnsi="Arial" w:cs="Arial"/>
          <w:sz w:val="18"/>
          <w:szCs w:val="18"/>
        </w:rPr>
        <w:t>Herr/Frau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sz w:val="18"/>
          <w:szCs w:val="18"/>
        </w:rPr>
        <w:fldChar w:fldCharType="end"/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r w:rsidRPr="00D81E62">
        <w:rPr>
          <w:rFonts w:ascii="Arial" w:hAnsi="Arial" w:cs="Arial"/>
          <w:sz w:val="18"/>
          <w:szCs w:val="18"/>
        </w:rPr>
        <w:t xml:space="preserve">wird von uns bevollmächtigt, die </w:t>
      </w:r>
      <w:smartTag w:uri="urn:schemas-microsoft-com:office:smarttags" w:element="PersonName">
        <w:r w:rsidRPr="00D81E62">
          <w:rPr>
            <w:rFonts w:ascii="Arial" w:hAnsi="Arial" w:cs="Arial"/>
            <w:sz w:val="18"/>
            <w:szCs w:val="18"/>
          </w:rPr>
          <w:t>Bi</w:t>
        </w:r>
      </w:smartTag>
      <w:r w:rsidRPr="00D81E62">
        <w:rPr>
          <w:rFonts w:ascii="Arial" w:hAnsi="Arial" w:cs="Arial"/>
          <w:sz w:val="18"/>
          <w:szCs w:val="18"/>
        </w:rPr>
        <w:t xml:space="preserve">etergemeinschaft gegenüber dem Auftraggeber für die Abgabe des Angebotes, den Abschluss und die Durchführung des Vertrages rechtsverbindlich zu vertreten. Er/Sie ist berechtigt, mit uneingeschränkter Wirkung für jedes Mitglied der </w:t>
      </w:r>
      <w:smartTag w:uri="urn:schemas-microsoft-com:office:smarttags" w:element="PersonName">
        <w:r w:rsidRPr="00D81E62">
          <w:rPr>
            <w:rFonts w:ascii="Arial" w:hAnsi="Arial" w:cs="Arial"/>
            <w:sz w:val="18"/>
            <w:szCs w:val="18"/>
          </w:rPr>
          <w:t>Bi</w:t>
        </w:r>
      </w:smartTag>
      <w:r w:rsidRPr="00D81E62">
        <w:rPr>
          <w:rFonts w:ascii="Arial" w:hAnsi="Arial" w:cs="Arial"/>
          <w:sz w:val="18"/>
          <w:szCs w:val="18"/>
        </w:rPr>
        <w:t>etergemeinschaft Zahlungen anzunehmen.</w:t>
      </w:r>
    </w:p>
    <w:p w:rsidR="00D81E62" w:rsidRPr="00D81E62" w:rsidRDefault="00D81E62" w:rsidP="00D81E62">
      <w:pPr>
        <w:pStyle w:val="Textkrper21"/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</w:p>
    <w:p w:rsidR="00D81E62" w:rsidRPr="00D81E62" w:rsidRDefault="00D81E62" w:rsidP="00D81E62">
      <w:pPr>
        <w:pStyle w:val="Textkrper21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D81E62">
        <w:rPr>
          <w:rFonts w:ascii="Arial" w:hAnsi="Arial" w:cs="Arial"/>
          <w:sz w:val="18"/>
          <w:szCs w:val="18"/>
        </w:rPr>
        <w:t xml:space="preserve">Zahlungen an die </w:t>
      </w:r>
      <w:smartTag w:uri="urn:schemas-microsoft-com:office:smarttags" w:element="PersonName">
        <w:r w:rsidRPr="00D81E62">
          <w:rPr>
            <w:rFonts w:ascii="Arial" w:hAnsi="Arial" w:cs="Arial"/>
            <w:sz w:val="18"/>
            <w:szCs w:val="18"/>
          </w:rPr>
          <w:t>Bi</w:t>
        </w:r>
      </w:smartTag>
      <w:r w:rsidRPr="00D81E62">
        <w:rPr>
          <w:rFonts w:ascii="Arial" w:hAnsi="Arial" w:cs="Arial"/>
          <w:sz w:val="18"/>
          <w:szCs w:val="18"/>
        </w:rPr>
        <w:t>etergemeinschaft sind auf folgendes Konto zu leisten:</w:t>
      </w:r>
    </w:p>
    <w:tbl>
      <w:tblPr>
        <w:tblW w:w="9213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693"/>
        <w:gridCol w:w="2835"/>
      </w:tblGrid>
      <w:tr w:rsidR="00D81E62" w:rsidRPr="00D81E62" w:rsidTr="008C6058">
        <w:trPr>
          <w:trHeight w:val="170"/>
        </w:trPr>
        <w:tc>
          <w:tcPr>
            <w:tcW w:w="3685" w:type="dxa"/>
          </w:tcPr>
          <w:p w:rsidR="00D81E62" w:rsidRPr="00D81E62" w:rsidRDefault="003F2B8D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IBAN</w:t>
            </w:r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D81E62" w:rsidRDefault="003F2B8D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Kreditinstitut</w:t>
            </w:r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2835" w:type="dxa"/>
          </w:tcPr>
          <w:p w:rsidR="00D81E62" w:rsidRDefault="003F2B8D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SWIFT-BIC</w:t>
            </w:r>
            <w:r w:rsidR="00D81E62" w:rsidRPr="00D81E62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</w:tr>
    </w:tbl>
    <w:p w:rsidR="00D81E62" w:rsidRPr="00D81E62" w:rsidRDefault="00D81E62" w:rsidP="00D81E62">
      <w:pPr>
        <w:pStyle w:val="Textkrper21"/>
        <w:numPr>
          <w:ilvl w:val="12"/>
          <w:numId w:val="0"/>
        </w:numPr>
        <w:jc w:val="both"/>
      </w:pPr>
    </w:p>
    <w:p w:rsidR="00C97536" w:rsidRPr="00C97536" w:rsidRDefault="00D81E62" w:rsidP="00C97536">
      <w:pPr>
        <w:autoSpaceDE w:val="0"/>
        <w:autoSpaceDN w:val="0"/>
        <w:adjustRightInd w:val="0"/>
        <w:rPr>
          <w:sz w:val="16"/>
          <w:szCs w:val="16"/>
        </w:rPr>
      </w:pPr>
      <w:r w:rsidRPr="00D81E62">
        <w:rPr>
          <w:sz w:val="16"/>
          <w:szCs w:val="16"/>
        </w:rPr>
        <w:t xml:space="preserve">Außerdem erklären wir, dass wir nur als Mitglieder dieser </w:t>
      </w:r>
      <w:smartTag w:uri="urn:schemas-microsoft-com:office:smarttags" w:element="PersonName">
        <w:r w:rsidRPr="00D81E62">
          <w:rPr>
            <w:sz w:val="16"/>
            <w:szCs w:val="16"/>
          </w:rPr>
          <w:t>Bi</w:t>
        </w:r>
      </w:smartTag>
      <w:r w:rsidRPr="00D81E62">
        <w:rPr>
          <w:sz w:val="16"/>
          <w:szCs w:val="16"/>
        </w:rPr>
        <w:t>etergemeinschaft ein Angebot abgegeben haben, und dass</w:t>
      </w:r>
      <w:r w:rsidRPr="00F32104">
        <w:rPr>
          <w:sz w:val="16"/>
          <w:szCs w:val="16"/>
        </w:rPr>
        <w:t xml:space="preserve"> sich kein Mitglied aus dieser </w:t>
      </w:r>
      <w:smartTag w:uri="urn:schemas-microsoft-com:office:smarttags" w:element="PersonName">
        <w:r w:rsidRPr="00F32104">
          <w:rPr>
            <w:sz w:val="16"/>
            <w:szCs w:val="16"/>
          </w:rPr>
          <w:t>Bi</w:t>
        </w:r>
      </w:smartTag>
      <w:r w:rsidRPr="00F32104">
        <w:rPr>
          <w:sz w:val="16"/>
          <w:szCs w:val="16"/>
        </w:rPr>
        <w:t xml:space="preserve">etergemeinschaft daneben noch mit einem eigenen Angebot um den Zuschlag derselben Leistung beworben hat. </w:t>
      </w:r>
      <w:r w:rsidRPr="00F32104">
        <w:rPr>
          <w:sz w:val="16"/>
          <w:szCs w:val="16"/>
        </w:rPr>
        <w:br/>
      </w:r>
      <w:r w:rsidR="00C97536" w:rsidRPr="00C97536">
        <w:rPr>
          <w:sz w:val="16"/>
          <w:szCs w:val="16"/>
        </w:rPr>
        <w:t xml:space="preserve">Die Gründe zur Bildung einer Bietergemeinschaft </w:t>
      </w:r>
      <w:r w:rsidR="00C97536">
        <w:rPr>
          <w:sz w:val="16"/>
          <w:szCs w:val="16"/>
        </w:rPr>
        <w:t xml:space="preserve">werden wir </w:t>
      </w:r>
      <w:r w:rsidR="00C97536" w:rsidRPr="00C97536">
        <w:rPr>
          <w:sz w:val="16"/>
          <w:szCs w:val="16"/>
        </w:rPr>
        <w:t xml:space="preserve"> auf Anforderung darlegen.</w:t>
      </w:r>
    </w:p>
    <w:p w:rsidR="00D81E62" w:rsidRDefault="00D81E62" w:rsidP="00D81E62">
      <w:pPr>
        <w:jc w:val="both"/>
        <w:rPr>
          <w:sz w:val="20"/>
        </w:rPr>
      </w:pPr>
    </w:p>
    <w:p w:rsidR="00D81E62" w:rsidRPr="005A2E84" w:rsidRDefault="00D81E62" w:rsidP="00D81E62">
      <w:pPr>
        <w:numPr>
          <w:ilvl w:val="0"/>
          <w:numId w:val="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 w:val="18"/>
          <w:szCs w:val="18"/>
        </w:rPr>
      </w:pPr>
      <w:r w:rsidRPr="005A2E84">
        <w:rPr>
          <w:sz w:val="18"/>
          <w:szCs w:val="18"/>
        </w:rPr>
        <w:t xml:space="preserve">Der </w:t>
      </w:r>
      <w:smartTag w:uri="urn:schemas-microsoft-com:office:smarttags" w:element="PersonName">
        <w:r w:rsidRPr="005A2E84">
          <w:rPr>
            <w:sz w:val="18"/>
            <w:szCs w:val="18"/>
          </w:rPr>
          <w:t>Bi</w:t>
        </w:r>
      </w:smartTag>
      <w:r w:rsidRPr="005A2E84">
        <w:rPr>
          <w:sz w:val="18"/>
          <w:szCs w:val="18"/>
        </w:rPr>
        <w:t>etergemeinschaft gehören an:</w:t>
      </w:r>
    </w:p>
    <w:p w:rsidR="00D81E62" w:rsidRPr="006B5EF4" w:rsidRDefault="00D81E62" w:rsidP="00D81E62">
      <w:pPr>
        <w:ind w:left="426"/>
        <w:jc w:val="both"/>
        <w:rPr>
          <w:i/>
          <w:sz w:val="16"/>
        </w:rPr>
      </w:pPr>
      <w:r w:rsidRPr="006B5EF4">
        <w:rPr>
          <w:i/>
          <w:sz w:val="16"/>
        </w:rPr>
        <w:t xml:space="preserve">(Bitte in die nachstehende Tabelle die vollständigen Firmenanschriften und den Namen des jeweiligen Vertreters eintragen). </w:t>
      </w:r>
    </w:p>
    <w:p w:rsidR="00D81E62" w:rsidRDefault="00D81E62" w:rsidP="00D81E62">
      <w:pPr>
        <w:ind w:left="360"/>
        <w:jc w:val="both"/>
        <w:rPr>
          <w:sz w:val="16"/>
        </w:rPr>
      </w:pPr>
    </w:p>
    <w:tbl>
      <w:tblPr>
        <w:tblW w:w="9355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2031"/>
        <w:gridCol w:w="2032"/>
        <w:gridCol w:w="2032"/>
      </w:tblGrid>
      <w:tr w:rsidR="008C6058" w:rsidTr="008C6058">
        <w:tc>
          <w:tcPr>
            <w:tcW w:w="567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Lfd. Nr. </w:t>
            </w:r>
          </w:p>
        </w:tc>
        <w:tc>
          <w:tcPr>
            <w:tcW w:w="2693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Firma, Anschrift, Tel.-Nr, Telefax, E-Mail-Adresse</w:t>
            </w:r>
          </w:p>
        </w:tc>
        <w:tc>
          <w:tcPr>
            <w:tcW w:w="2031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Vertreten durch Herrn/Frau</w:t>
            </w:r>
          </w:p>
        </w:tc>
        <w:tc>
          <w:tcPr>
            <w:tcW w:w="2032" w:type="dxa"/>
          </w:tcPr>
          <w:p w:rsidR="008C6058" w:rsidRPr="00A10086" w:rsidRDefault="008C6058" w:rsidP="008C6058">
            <w:pPr>
              <w:rPr>
                <w:b/>
                <w:sz w:val="16"/>
              </w:rPr>
            </w:pPr>
            <w:r w:rsidRPr="00A10086">
              <w:rPr>
                <w:b/>
                <w:sz w:val="16"/>
              </w:rPr>
              <w:t>Leistungsteil</w:t>
            </w:r>
          </w:p>
        </w:tc>
        <w:tc>
          <w:tcPr>
            <w:tcW w:w="2032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Datum/Firmen</w:t>
            </w:r>
            <w:r w:rsidR="00A10086">
              <w:rPr>
                <w:b/>
                <w:sz w:val="16"/>
              </w:rPr>
              <w:t>name</w:t>
            </w:r>
          </w:p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Unterschrift </w:t>
            </w:r>
          </w:p>
        </w:tc>
      </w:tr>
      <w:tr w:rsidR="008C6058" w:rsidTr="008C6058">
        <w:tc>
          <w:tcPr>
            <w:tcW w:w="567" w:type="dxa"/>
          </w:tcPr>
          <w:p w:rsidR="008C6058" w:rsidRDefault="008C6058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8C6058" w:rsidRDefault="008C6058" w:rsidP="00064F72">
            <w:pPr>
              <w:jc w:val="both"/>
              <w:rPr>
                <w:sz w:val="20"/>
              </w:rPr>
            </w:pPr>
            <w:r w:rsidRPr="008C6058">
              <w:rPr>
                <w:b/>
                <w:sz w:val="16"/>
                <w:szCs w:val="16"/>
              </w:rPr>
              <w:t>Federführend</w:t>
            </w:r>
            <w:r>
              <w:rPr>
                <w:sz w:val="20"/>
              </w:rPr>
              <w:t>:</w:t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C6058" w:rsidTr="008C6058">
        <w:tc>
          <w:tcPr>
            <w:tcW w:w="567" w:type="dxa"/>
          </w:tcPr>
          <w:p w:rsidR="008C6058" w:rsidRDefault="008C6058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3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C6058" w:rsidTr="008C6058">
        <w:tc>
          <w:tcPr>
            <w:tcW w:w="567" w:type="dxa"/>
          </w:tcPr>
          <w:p w:rsidR="008C6058" w:rsidRDefault="008C6058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93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C62" w:rsidTr="00816C6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C62" w:rsidTr="00816C6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C6058" w:rsidTr="008C6058">
        <w:tc>
          <w:tcPr>
            <w:tcW w:w="567" w:type="dxa"/>
          </w:tcPr>
          <w:p w:rsidR="008C6058" w:rsidRDefault="00816C62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693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:rsidR="001E0B8D" w:rsidRPr="00504014" w:rsidRDefault="001E0B8D" w:rsidP="003B1A89">
      <w:pPr>
        <w:rPr>
          <w:sz w:val="20"/>
          <w:szCs w:val="20"/>
        </w:rPr>
      </w:pPr>
    </w:p>
    <w:p w:rsidR="00504014" w:rsidRDefault="00504014" w:rsidP="003B1A89">
      <w:pPr>
        <w:rPr>
          <w:sz w:val="20"/>
          <w:szCs w:val="20"/>
        </w:rPr>
      </w:pPr>
    </w:p>
    <w:p w:rsidR="00504014" w:rsidRDefault="00504014" w:rsidP="00504014">
      <w:pPr>
        <w:rPr>
          <w:sz w:val="20"/>
          <w:szCs w:val="20"/>
        </w:rPr>
      </w:pPr>
    </w:p>
    <w:p w:rsidR="00504014" w:rsidRPr="00504014" w:rsidRDefault="00504014" w:rsidP="00504014">
      <w:pPr>
        <w:tabs>
          <w:tab w:val="left" w:pos="2970"/>
        </w:tabs>
        <w:rPr>
          <w:sz w:val="20"/>
          <w:szCs w:val="20"/>
        </w:rPr>
      </w:pPr>
    </w:p>
    <w:sectPr w:rsidR="00504014" w:rsidRPr="00504014" w:rsidSect="006C5B5F">
      <w:headerReference w:type="default" r:id="rId9"/>
      <w:footerReference w:type="default" r:id="rId10"/>
      <w:pgSz w:w="11906" w:h="16838" w:code="9"/>
      <w:pgMar w:top="907" w:right="1418" w:bottom="1134" w:left="1418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5F8" w:rsidRDefault="006615F8">
      <w:r>
        <w:separator/>
      </w:r>
    </w:p>
  </w:endnote>
  <w:endnote w:type="continuationSeparator" w:id="0">
    <w:p w:rsidR="006615F8" w:rsidRDefault="0066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5F" w:rsidRPr="00627B62" w:rsidRDefault="006C5B5F" w:rsidP="006C5B5F">
    <w:pPr>
      <w:pStyle w:val="Fuzeile"/>
      <w:rPr>
        <w:sz w:val="16"/>
        <w:szCs w:val="16"/>
      </w:rPr>
    </w:pPr>
    <w:r>
      <w:rPr>
        <w:sz w:val="16"/>
        <w:szCs w:val="16"/>
      </w:rPr>
      <w:t xml:space="preserve">Stand: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"MMM-yy" </w:instrText>
    </w:r>
    <w:r>
      <w:rPr>
        <w:sz w:val="16"/>
        <w:szCs w:val="16"/>
      </w:rPr>
      <w:fldChar w:fldCharType="separate"/>
    </w:r>
    <w:r w:rsidR="00E05624">
      <w:rPr>
        <w:noProof/>
        <w:sz w:val="16"/>
        <w:szCs w:val="16"/>
      </w:rPr>
      <w:t>Dez-19</w:t>
    </w:r>
    <w:r>
      <w:rPr>
        <w:sz w:val="16"/>
        <w:szCs w:val="16"/>
      </w:rPr>
      <w:fldChar w:fldCharType="end"/>
    </w:r>
  </w:p>
  <w:p w:rsidR="003B1A89" w:rsidRPr="003B1A89" w:rsidRDefault="003B1A89" w:rsidP="003B1A89">
    <w:pPr>
      <w:pStyle w:val="Fuzeil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5F8" w:rsidRDefault="006615F8">
      <w:r>
        <w:separator/>
      </w:r>
    </w:p>
  </w:footnote>
  <w:footnote w:type="continuationSeparator" w:id="0">
    <w:p w:rsidR="006615F8" w:rsidRDefault="006615F8">
      <w:r>
        <w:continuationSeparator/>
      </w:r>
    </w:p>
  </w:footnote>
  <w:footnote w:id="1">
    <w:p w:rsidR="00504014" w:rsidRPr="00504014" w:rsidRDefault="00504014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Bei Abgabe eines elektronischen Angebotes beachten Sie bitte bzgl. der </w:t>
      </w:r>
      <w:r w:rsidR="006C5B5F">
        <w:rPr>
          <w:sz w:val="18"/>
          <w:szCs w:val="18"/>
        </w:rPr>
        <w:t>Unterzeichnung</w:t>
      </w:r>
      <w:r>
        <w:rPr>
          <w:sz w:val="18"/>
          <w:szCs w:val="18"/>
        </w:rPr>
        <w:t xml:space="preserve"> die Informationen im Vordruck „Wichtige Hinweis</w:t>
      </w:r>
      <w:r w:rsidR="007D6FAB">
        <w:rPr>
          <w:sz w:val="18"/>
          <w:szCs w:val="18"/>
        </w:rPr>
        <w:t>e</w:t>
      </w:r>
      <w:r>
        <w:rPr>
          <w:sz w:val="18"/>
          <w:szCs w:val="18"/>
        </w:rPr>
        <w:t xml:space="preserve"> zur Angebotsabgabe“</w:t>
      </w:r>
      <w:r w:rsidR="006C5B5F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A89" w:rsidRPr="003B1A89" w:rsidRDefault="003B1A89" w:rsidP="003B1A89">
    <w:pPr>
      <w:pStyle w:val="Kopfzeile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6B8"/>
    <w:multiLevelType w:val="singleLevel"/>
    <w:tmpl w:val="32B6F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>
    <w:nsid w:val="183B3CE3"/>
    <w:multiLevelType w:val="hybridMultilevel"/>
    <w:tmpl w:val="A64AE090"/>
    <w:lvl w:ilvl="0" w:tplc="2A5EB7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rCD4qAENhcU6Q89x82S70H/lPU=" w:salt="tik62Rh6HbBWlsBA7EU86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72"/>
    <w:rsid w:val="00064F72"/>
    <w:rsid w:val="001E0B8D"/>
    <w:rsid w:val="00250764"/>
    <w:rsid w:val="00292A4B"/>
    <w:rsid w:val="002F7801"/>
    <w:rsid w:val="003B1A89"/>
    <w:rsid w:val="003F2B8D"/>
    <w:rsid w:val="004267E9"/>
    <w:rsid w:val="004400EB"/>
    <w:rsid w:val="00502F38"/>
    <w:rsid w:val="00504014"/>
    <w:rsid w:val="005B6BFE"/>
    <w:rsid w:val="006615F8"/>
    <w:rsid w:val="006C5B5F"/>
    <w:rsid w:val="00723678"/>
    <w:rsid w:val="00732A66"/>
    <w:rsid w:val="00733E24"/>
    <w:rsid w:val="007A7DC6"/>
    <w:rsid w:val="007D2E9D"/>
    <w:rsid w:val="007D6FAB"/>
    <w:rsid w:val="00816C62"/>
    <w:rsid w:val="008A1D13"/>
    <w:rsid w:val="008B4C93"/>
    <w:rsid w:val="008C6058"/>
    <w:rsid w:val="008C7507"/>
    <w:rsid w:val="0092315A"/>
    <w:rsid w:val="00973CDB"/>
    <w:rsid w:val="009912AA"/>
    <w:rsid w:val="00A10086"/>
    <w:rsid w:val="00A8041B"/>
    <w:rsid w:val="00B14077"/>
    <w:rsid w:val="00C97536"/>
    <w:rsid w:val="00D53D8F"/>
    <w:rsid w:val="00D66A0E"/>
    <w:rsid w:val="00D81E62"/>
    <w:rsid w:val="00E05624"/>
    <w:rsid w:val="00E53AF0"/>
    <w:rsid w:val="00F8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B1A8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B1A89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8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D81E62"/>
    <w:pPr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sz w:val="24"/>
      <w:szCs w:val="20"/>
    </w:rPr>
  </w:style>
  <w:style w:type="paragraph" w:customStyle="1" w:styleId="Textkrper21">
    <w:name w:val="Textkörper 21"/>
    <w:basedOn w:val="Standard"/>
    <w:rsid w:val="00D81E62"/>
    <w:rPr>
      <w:rFonts w:ascii="Times New Roman" w:hAnsi="Times New Roman" w:cs="Times New Roman"/>
      <w:sz w:val="20"/>
      <w:szCs w:val="24"/>
    </w:rPr>
  </w:style>
  <w:style w:type="paragraph" w:customStyle="1" w:styleId="Textkrper31">
    <w:name w:val="Textkörper 31"/>
    <w:basedOn w:val="Standard"/>
    <w:rsid w:val="00D81E62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sz w:val="24"/>
      <w:szCs w:val="20"/>
    </w:rPr>
  </w:style>
  <w:style w:type="paragraph" w:styleId="Funotentext">
    <w:name w:val="footnote text"/>
    <w:basedOn w:val="Standard"/>
    <w:link w:val="FunotentextZchn"/>
    <w:rsid w:val="0050401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04014"/>
    <w:rPr>
      <w:rFonts w:ascii="Arial" w:hAnsi="Arial" w:cs="Arial"/>
    </w:rPr>
  </w:style>
  <w:style w:type="character" w:styleId="Funotenzeichen">
    <w:name w:val="footnote reference"/>
    <w:basedOn w:val="Absatz-Standardschriftart"/>
    <w:rsid w:val="00504014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rsid w:val="006C5B5F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B1A8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B1A89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8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D81E62"/>
    <w:pPr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sz w:val="24"/>
      <w:szCs w:val="20"/>
    </w:rPr>
  </w:style>
  <w:style w:type="paragraph" w:customStyle="1" w:styleId="Textkrper21">
    <w:name w:val="Textkörper 21"/>
    <w:basedOn w:val="Standard"/>
    <w:rsid w:val="00D81E62"/>
    <w:rPr>
      <w:rFonts w:ascii="Times New Roman" w:hAnsi="Times New Roman" w:cs="Times New Roman"/>
      <w:sz w:val="20"/>
      <w:szCs w:val="24"/>
    </w:rPr>
  </w:style>
  <w:style w:type="paragraph" w:customStyle="1" w:styleId="Textkrper31">
    <w:name w:val="Textkörper 31"/>
    <w:basedOn w:val="Standard"/>
    <w:rsid w:val="00D81E62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sz w:val="24"/>
      <w:szCs w:val="20"/>
    </w:rPr>
  </w:style>
  <w:style w:type="paragraph" w:styleId="Funotentext">
    <w:name w:val="footnote text"/>
    <w:basedOn w:val="Standard"/>
    <w:link w:val="FunotentextZchn"/>
    <w:rsid w:val="0050401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04014"/>
    <w:rPr>
      <w:rFonts w:ascii="Arial" w:hAnsi="Arial" w:cs="Arial"/>
    </w:rPr>
  </w:style>
  <w:style w:type="character" w:styleId="Funotenzeichen">
    <w:name w:val="footnote reference"/>
    <w:basedOn w:val="Absatz-Standardschriftart"/>
    <w:rsid w:val="00504014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rsid w:val="006C5B5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371F3-E66E-46B9-A0A3-1C99EDA2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A9ADB3F.dotm</Template>
  <TotalTime>0</TotalTime>
  <Pages>1</Pages>
  <Words>410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Bietergemeinschaftserklärung</vt:lpstr>
    </vt:vector>
  </TitlesOfParts>
  <Company>Stadtverwaltung Hamm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Bietergemeinschaftserklärung</dc:title>
  <dc:creator>straubm</dc:creator>
  <cp:lastModifiedBy>Weischer, Annika</cp:lastModifiedBy>
  <cp:revision>2</cp:revision>
  <cp:lastPrinted>2018-12-18T14:17:00Z</cp:lastPrinted>
  <dcterms:created xsi:type="dcterms:W3CDTF">2019-12-13T12:49:00Z</dcterms:created>
  <dcterms:modified xsi:type="dcterms:W3CDTF">2019-12-13T12:49:00Z</dcterms:modified>
</cp:coreProperties>
</file>